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E15F13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82F8A">
        <w:rPr>
          <w:rFonts w:ascii="Corbel" w:hAnsi="Corbel"/>
          <w:i/>
          <w:smallCaps/>
          <w:sz w:val="24"/>
          <w:szCs w:val="24"/>
        </w:rPr>
        <w:t>2019-</w:t>
      </w:r>
      <w:r w:rsidR="001C7FBE">
        <w:rPr>
          <w:rFonts w:ascii="Corbel" w:hAnsi="Corbel"/>
          <w:i/>
          <w:smallCaps/>
          <w:sz w:val="24"/>
          <w:szCs w:val="24"/>
        </w:rPr>
        <w:t>2024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95D254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23A3">
        <w:rPr>
          <w:rFonts w:ascii="Corbel" w:hAnsi="Corbel"/>
          <w:sz w:val="20"/>
          <w:szCs w:val="20"/>
        </w:rPr>
        <w:t>2019/</w:t>
      </w:r>
      <w:r w:rsidR="00082F8A" w:rsidRPr="00FA23A3">
        <w:rPr>
          <w:rFonts w:ascii="Corbel" w:hAnsi="Corbel"/>
          <w:sz w:val="20"/>
          <w:szCs w:val="20"/>
        </w:rPr>
        <w:t>2020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43E9F1A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3C2D2B31" w:rsidR="0085747A" w:rsidRPr="009C54AE" w:rsidRDefault="008F7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FCA0D5" w:rsidR="0085747A" w:rsidRPr="009C54AE" w:rsidRDefault="001C7FBE" w:rsidP="00A92A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2AA7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CBD416F" w:rsidR="0085747A" w:rsidRPr="009C54AE" w:rsidRDefault="002E4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FB6B3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8F5DA24" w:rsidR="00923D7D" w:rsidRPr="009C54AE" w:rsidRDefault="00A92A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39D8BF83" w:rsidR="0085747A" w:rsidRPr="009C54AE" w:rsidRDefault="00F82932" w:rsidP="000A29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Waldemar </w:t>
            </w:r>
            <w:proofErr w:type="spellStart"/>
            <w:r w:rsidR="000A290B">
              <w:rPr>
                <w:rFonts w:ascii="Corbel" w:hAnsi="Corbel"/>
                <w:b w:val="0"/>
                <w:sz w:val="24"/>
                <w:szCs w:val="24"/>
              </w:rPr>
              <w:t>Lib</w:t>
            </w:r>
            <w:proofErr w:type="spellEnd"/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5582C0D" w:rsidR="00015B8F" w:rsidRPr="009C54AE" w:rsidRDefault="00A92A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548A034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6D1A7828" w:rsidR="009C54AE" w:rsidRPr="005E5735" w:rsidRDefault="005E57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E5735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>, 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374539C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B88447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B77454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6A0DF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2D81E9B0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elementami teorii kształcenia.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2D9A47EB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8A0A05D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>ma świadomość roli wykształcenia ogólnego i zawodowego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029EE676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FBFA63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C16050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5E88F005" w:rsidR="00D30455" w:rsidRPr="00326B4C" w:rsidRDefault="00931E22" w:rsidP="005F7786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2298BE52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CA20C9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3BCD0A6F" w:rsidR="0031147F" w:rsidRPr="00326B4C" w:rsidRDefault="0031147F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wykorzystać wiedzę filozoficzną, psychologiczną, społeczną i pedagogiczną do projektowania działań edukacyjnych w przedszkolu i szkole oraz paradygmaty obiektywistyczne i </w:t>
            </w:r>
            <w:proofErr w:type="spellStart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interpretatywno</w:t>
            </w:r>
            <w:proofErr w:type="spellEnd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-konstruktywistyczne do planowania uczenia się dzieci;</w:t>
            </w:r>
          </w:p>
        </w:tc>
        <w:tc>
          <w:tcPr>
            <w:tcW w:w="1695" w:type="dxa"/>
          </w:tcPr>
          <w:p w14:paraId="5D58A66B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F54A30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5C39576B" w:rsidR="003343D3" w:rsidRPr="00326B4C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592BDBD1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9CCC9A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168F72C2" w:rsidR="003343D3" w:rsidRPr="00326B4C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krytycznie ocenić tworzoną praktykę edukacyjną z wykorzystaniem posiadanej wiedzy, a także dokonywać </w:t>
            </w: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twórczej interpretacji i projektować nowe rozwiązania edukacyjne</w:t>
            </w:r>
          </w:p>
        </w:tc>
        <w:tc>
          <w:tcPr>
            <w:tcW w:w="1695" w:type="dxa"/>
          </w:tcPr>
          <w:p w14:paraId="5461E418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1F0FE8">
        <w:tc>
          <w:tcPr>
            <w:tcW w:w="1447" w:type="dxa"/>
          </w:tcPr>
          <w:p w14:paraId="7D6B9695" w14:textId="2043A71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4A7856BF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A4A8B2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E856D6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3F7A3536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dydaktyka Jana Komeńskiego;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B0255" w:rsidRPr="009C54AE" w14:paraId="3C0F566E" w14:textId="77777777" w:rsidTr="00CB0255">
        <w:tc>
          <w:tcPr>
            <w:tcW w:w="9520" w:type="dxa"/>
          </w:tcPr>
          <w:p w14:paraId="3573F1C8" w14:textId="4E581FBA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</w:p>
        </w:tc>
      </w:tr>
      <w:tr w:rsidR="00CB0255" w:rsidRPr="009C54AE" w14:paraId="72E03DD1" w14:textId="77777777" w:rsidTr="00CB0255">
        <w:tc>
          <w:tcPr>
            <w:tcW w:w="9520" w:type="dxa"/>
          </w:tcPr>
          <w:p w14:paraId="33738C75" w14:textId="25C5FB83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CB0255" w:rsidRPr="009C54AE" w14:paraId="1BEB8EFC" w14:textId="77777777" w:rsidTr="00CB0255">
        <w:tc>
          <w:tcPr>
            <w:tcW w:w="9520" w:type="dxa"/>
          </w:tcPr>
          <w:p w14:paraId="3FA79AD4" w14:textId="374E9B5E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CB0255" w:rsidRPr="009C54AE" w14:paraId="40FF52CF" w14:textId="77777777" w:rsidTr="00CB0255">
        <w:tc>
          <w:tcPr>
            <w:tcW w:w="9520" w:type="dxa"/>
          </w:tcPr>
          <w:p w14:paraId="413FA08F" w14:textId="5DAB49A0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 </w:t>
            </w:r>
          </w:p>
        </w:tc>
      </w:tr>
      <w:tr w:rsidR="00CB0255" w:rsidRPr="009C54AE" w14:paraId="6BCA6D6F" w14:textId="77777777" w:rsidTr="00CB0255">
        <w:tc>
          <w:tcPr>
            <w:tcW w:w="9520" w:type="dxa"/>
          </w:tcPr>
          <w:p w14:paraId="43DC0C23" w14:textId="0F346F39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CB0255" w:rsidRPr="009C54AE" w14:paraId="24001261" w14:textId="77777777" w:rsidTr="00CB0255">
        <w:tc>
          <w:tcPr>
            <w:tcW w:w="9520" w:type="dxa"/>
          </w:tcPr>
          <w:p w14:paraId="1AF0D3F5" w14:textId="699B86FE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pojęcie i istota oceny; cechy oceny szkolnej; ocena wewnętrzna i zewnętrzna osiągnięć uczniów.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Nauczyciel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</w:t>
            </w:r>
            <w:r w:rsidRPr="00326B4C">
              <w:rPr>
                <w:rFonts w:ascii="Corbel" w:hAnsi="Corbel"/>
                <w:sz w:val="24"/>
                <w:szCs w:val="24"/>
              </w:rPr>
              <w:lastRenderedPageBreak/>
              <w:t>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lastRenderedPageBreak/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microteaching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Formy organizacyjne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326B4C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326B4C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dyskusja, </w:t>
      </w:r>
      <w:proofErr w:type="spellStart"/>
      <w:r w:rsidRPr="00A42AF1">
        <w:rPr>
          <w:rFonts w:ascii="Corbel" w:hAnsi="Corbel"/>
        </w:rPr>
        <w:t>microteaching</w:t>
      </w:r>
      <w:proofErr w:type="spellEnd"/>
      <w:r w:rsidRPr="00A42AF1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29728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Egzamin obejmuje zagadnienia prezentowane na wykładach, tematykę ćwiczeń oraz </w:t>
            </w:r>
            <w:r w:rsidRPr="00326B4C">
              <w:rPr>
                <w:rFonts w:ascii="Corbel" w:hAnsi="Corbel"/>
                <w:sz w:val="24"/>
                <w:szCs w:val="24"/>
              </w:rPr>
              <w:lastRenderedPageBreak/>
              <w:t>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326B4C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79C73D33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6B83C363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FE6A32" w:rsidRDefault="00E24046" w:rsidP="00E24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2DD38870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25858ECD" w:rsidR="00C61DC5" w:rsidRPr="009C54AE" w:rsidRDefault="00C61DC5" w:rsidP="000A29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</w:t>
            </w:r>
            <w:r w:rsidR="000A290B">
              <w:rPr>
                <w:rFonts w:ascii="Corbel" w:hAnsi="Corbel"/>
                <w:sz w:val="24"/>
                <w:szCs w:val="24"/>
              </w:rPr>
              <w:t>zygotowanie do zajęć, egzaminu, projektu i kol</w:t>
            </w:r>
            <w:r w:rsidR="00E53D5F">
              <w:rPr>
                <w:rFonts w:ascii="Corbel" w:hAnsi="Corbel"/>
                <w:sz w:val="24"/>
                <w:szCs w:val="24"/>
              </w:rPr>
              <w:t>o</w:t>
            </w:r>
            <w:r w:rsidR="000A290B">
              <w:rPr>
                <w:rFonts w:ascii="Corbel" w:hAnsi="Corbel"/>
                <w:sz w:val="24"/>
                <w:szCs w:val="24"/>
              </w:rPr>
              <w:t>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FE8020" w14:textId="77777777" w:rsidR="00FB6B34" w:rsidRDefault="00FB6B34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21F714F" w:rsidR="00C61DC5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26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36CA2F" w14:textId="1A8E68DB" w:rsidR="00F97E31" w:rsidRPr="00326B4C" w:rsidRDefault="00F97E31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326B4C">
              <w:rPr>
                <w:rFonts w:ascii="Corbel" w:hAnsi="Corbel"/>
                <w:i/>
                <w:iCs/>
                <w:sz w:val="24"/>
                <w:szCs w:val="24"/>
              </w:rPr>
              <w:t>Podstawy kształcenia ogólnego</w:t>
            </w:r>
            <w:r w:rsidRPr="00326B4C">
              <w:rPr>
                <w:rFonts w:ascii="Corbel" w:hAnsi="Corbel"/>
                <w:sz w:val="24"/>
                <w:szCs w:val="24"/>
              </w:rPr>
              <w:t>, O.W. Impuls, Kraków 2011.</w:t>
            </w:r>
          </w:p>
          <w:p w14:paraId="645949E3" w14:textId="0BB28D0B" w:rsidR="001C7085" w:rsidRPr="00326B4C" w:rsidRDefault="001C7085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326B4C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31F74D35" w14:textId="77777777" w:rsidR="00F97E31" w:rsidRPr="00326B4C" w:rsidRDefault="00F97E31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326B4C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14:paraId="56070F37" w14:textId="61864322" w:rsidR="001C7085" w:rsidRPr="00326B4C" w:rsidRDefault="001C7085" w:rsidP="00326B4C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Widoczne uczenie się dla nauczycieli. Jak maksymalizować siłę oddziaływania na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uczenie się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Pr="00326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F8B6186" w14:textId="3E10836B" w:rsidR="001C7085" w:rsidRPr="00326B4C" w:rsidRDefault="001C7085" w:rsidP="00326B4C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04847B7C" w14:textId="76CA4B10" w:rsidR="00D6390D" w:rsidRPr="00326B4C" w:rsidRDefault="001C7085" w:rsidP="00326B4C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 w:rsidR="00E62031"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FDE84" w14:textId="77777777" w:rsidR="00960AA7" w:rsidRDefault="00960AA7" w:rsidP="00C16ABF">
      <w:pPr>
        <w:spacing w:after="0" w:line="240" w:lineRule="auto"/>
      </w:pPr>
      <w:r>
        <w:separator/>
      </w:r>
    </w:p>
  </w:endnote>
  <w:endnote w:type="continuationSeparator" w:id="0">
    <w:p w14:paraId="6F5BCB26" w14:textId="77777777" w:rsidR="00960AA7" w:rsidRDefault="00960A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F758D" w14:textId="77777777" w:rsidR="00960AA7" w:rsidRDefault="00960AA7" w:rsidP="00C16ABF">
      <w:pPr>
        <w:spacing w:after="0" w:line="240" w:lineRule="auto"/>
      </w:pPr>
      <w:r>
        <w:separator/>
      </w:r>
    </w:p>
  </w:footnote>
  <w:footnote w:type="continuationSeparator" w:id="0">
    <w:p w14:paraId="03724ACA" w14:textId="77777777" w:rsidR="00960AA7" w:rsidRDefault="00960AA7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A2E2D"/>
    <w:multiLevelType w:val="hybridMultilevel"/>
    <w:tmpl w:val="3F006A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680F29"/>
    <w:multiLevelType w:val="hybridMultilevel"/>
    <w:tmpl w:val="B0BA46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A290B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6D6"/>
    <w:rsid w:val="00146BC0"/>
    <w:rsid w:val="00153C41"/>
    <w:rsid w:val="0015438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657B"/>
    <w:rsid w:val="001D7B54"/>
    <w:rsid w:val="001E0209"/>
    <w:rsid w:val="001F0FE8"/>
    <w:rsid w:val="001F2CA2"/>
    <w:rsid w:val="002144C0"/>
    <w:rsid w:val="0022477D"/>
    <w:rsid w:val="002278A9"/>
    <w:rsid w:val="002336F9"/>
    <w:rsid w:val="00235BAE"/>
    <w:rsid w:val="0024028F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45E6"/>
    <w:rsid w:val="002E7774"/>
    <w:rsid w:val="002F02A3"/>
    <w:rsid w:val="002F4ABE"/>
    <w:rsid w:val="003018BA"/>
    <w:rsid w:val="00301EBC"/>
    <w:rsid w:val="0030395F"/>
    <w:rsid w:val="00305C92"/>
    <w:rsid w:val="0031147F"/>
    <w:rsid w:val="003151C5"/>
    <w:rsid w:val="00326B4C"/>
    <w:rsid w:val="003343CF"/>
    <w:rsid w:val="003343D3"/>
    <w:rsid w:val="00346FE9"/>
    <w:rsid w:val="0034759A"/>
    <w:rsid w:val="003503F6"/>
    <w:rsid w:val="003530DD"/>
    <w:rsid w:val="00363F78"/>
    <w:rsid w:val="00392B92"/>
    <w:rsid w:val="003A0A5B"/>
    <w:rsid w:val="003A1176"/>
    <w:rsid w:val="003C0BAE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ED0"/>
    <w:rsid w:val="00916188"/>
    <w:rsid w:val="00923D7D"/>
    <w:rsid w:val="00931E22"/>
    <w:rsid w:val="00944815"/>
    <w:rsid w:val="009508DF"/>
    <w:rsid w:val="00950DAC"/>
    <w:rsid w:val="00954A07"/>
    <w:rsid w:val="00960AA7"/>
    <w:rsid w:val="00991D0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C1"/>
    <w:rsid w:val="00A84C85"/>
    <w:rsid w:val="00A92AA7"/>
    <w:rsid w:val="00A97DE1"/>
    <w:rsid w:val="00AA65A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94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046"/>
    <w:rsid w:val="00E24BF5"/>
    <w:rsid w:val="00E25338"/>
    <w:rsid w:val="00E51E44"/>
    <w:rsid w:val="00E53D5F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932"/>
    <w:rsid w:val="00F83B28"/>
    <w:rsid w:val="00F91EB2"/>
    <w:rsid w:val="00F97E31"/>
    <w:rsid w:val="00FA23A3"/>
    <w:rsid w:val="00FA46E5"/>
    <w:rsid w:val="00FB6B34"/>
    <w:rsid w:val="00FB7DBA"/>
    <w:rsid w:val="00FC1C25"/>
    <w:rsid w:val="00FC3F45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A9CB3-6F18-4F2C-B4BB-01DBD107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171</TotalTime>
  <Pages>1</Pages>
  <Words>1576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2019-02-06T12:12:00Z</cp:lastPrinted>
  <dcterms:created xsi:type="dcterms:W3CDTF">2019-10-25T09:28:00Z</dcterms:created>
  <dcterms:modified xsi:type="dcterms:W3CDTF">2021-01-21T11:36:00Z</dcterms:modified>
</cp:coreProperties>
</file>